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7ADA9C4C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2020-202</w:t>
      </w:r>
      <w:r w:rsidR="000570CC" w:rsidRPr="00C332A8">
        <w:rPr>
          <w:rFonts w:ascii="Corbel" w:hAnsi="Corbel"/>
          <w:i/>
          <w:smallCaps/>
          <w:sz w:val="24"/>
          <w:szCs w:val="24"/>
        </w:rPr>
        <w:t>2</w:t>
      </w:r>
    </w:p>
    <w:p w14:paraId="5D7FB053" w14:textId="578ABD6E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EC30D8" w:rsidRPr="00C332A8">
        <w:rPr>
          <w:rFonts w:ascii="Corbel" w:hAnsi="Corbel"/>
          <w:sz w:val="20"/>
          <w:szCs w:val="20"/>
        </w:rPr>
        <w:t>1</w:t>
      </w:r>
      <w:r w:rsidRPr="00C332A8">
        <w:rPr>
          <w:rFonts w:ascii="Corbel" w:hAnsi="Corbel"/>
          <w:sz w:val="20"/>
          <w:szCs w:val="20"/>
        </w:rPr>
        <w:t>/202</w:t>
      </w:r>
      <w:r w:rsidR="00EC30D8" w:rsidRPr="00C332A8">
        <w:rPr>
          <w:rFonts w:ascii="Corbel" w:hAnsi="Corbel"/>
          <w:sz w:val="20"/>
          <w:szCs w:val="20"/>
        </w:rPr>
        <w:t>2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E5DF279" w:rsidR="0085747A" w:rsidRPr="00C332A8" w:rsidRDefault="000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0A5BC487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95A5AC3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Teams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2" w:name="_Hlk54435079"/>
      <w:r w:rsidRPr="00C332A8">
        <w:rPr>
          <w:rFonts w:ascii="Corbel" w:hAnsi="Corbel"/>
          <w:b w:val="0"/>
          <w:smallCaps w:val="0"/>
        </w:rPr>
        <w:t>egzamin</w:t>
      </w:r>
      <w:bookmarkEnd w:id="2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78628C05" w:rsidR="009C54AE" w:rsidRPr="00C332A8" w:rsidRDefault="0002429F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Równowaga rynkowa – modele rynku Arrowa-Hurwicza.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Matematyczna teoria produkcji. Funkcje produkcji (funkcja liniowa, Cobba-Douglasa,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Liniowe modele równowagi. Równowaga ogólna Walrasa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Modele egzo-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egzo-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33F5AFA" w:rsidR="0085747A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5A32A25F" w:rsidR="00C61DC5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AF7C5" w14:textId="77777777" w:rsidR="008227C0" w:rsidRDefault="008227C0" w:rsidP="00C16ABF">
      <w:pPr>
        <w:spacing w:after="0" w:line="240" w:lineRule="auto"/>
      </w:pPr>
      <w:r>
        <w:separator/>
      </w:r>
    </w:p>
  </w:endnote>
  <w:endnote w:type="continuationSeparator" w:id="0">
    <w:p w14:paraId="5202D236" w14:textId="77777777" w:rsidR="008227C0" w:rsidRDefault="008227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190B3" w14:textId="77777777" w:rsidR="008227C0" w:rsidRDefault="008227C0" w:rsidP="00C16ABF">
      <w:pPr>
        <w:spacing w:after="0" w:line="240" w:lineRule="auto"/>
      </w:pPr>
      <w:r>
        <w:separator/>
      </w:r>
    </w:p>
  </w:footnote>
  <w:footnote w:type="continuationSeparator" w:id="0">
    <w:p w14:paraId="41633AB1" w14:textId="77777777" w:rsidR="008227C0" w:rsidRDefault="008227C0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29F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3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7C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991</Words>
  <Characters>5950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2020-12-13T11:47:00Z</dcterms:created>
  <dcterms:modified xsi:type="dcterms:W3CDTF">2020-12-13T11:48:00Z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